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9C0D06" w:rsidP="0037111D">
            <w:r w:rsidRPr="009C0D06">
              <w:rPr>
                <w:rFonts w:ascii="Helvetica" w:hAnsi="Helvetica"/>
              </w:rPr>
              <w:t>5755/2020-SŽ-SSV-Ú3</w:t>
            </w:r>
            <w:r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9C0D06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9C0D06" w:rsidP="00FE3455">
            <w:r>
              <w:t>Ing. 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9C0D06" w:rsidP="009A7568">
            <w:r>
              <w:t>+420 724 932 387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9C0D06" w:rsidP="006104F6">
            <w:r>
              <w:t>HolaM@spravazeleznic.cz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542CE">
              <w:rPr>
                <w:noProof/>
              </w:rPr>
              <w:t>29. června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C0D06">
        <w:rPr>
          <w:rFonts w:eastAsia="Calibri" w:cs="Times New Roman"/>
          <w:lang w:eastAsia="cs-CZ"/>
        </w:rPr>
        <w:t>„</w:t>
      </w:r>
      <w:r w:rsidR="009C0D06" w:rsidRPr="009C0D06">
        <w:rPr>
          <w:rFonts w:eastAsia="Calibri" w:cs="Times New Roman"/>
          <w:b/>
          <w:lang w:eastAsia="cs-CZ"/>
        </w:rPr>
        <w:t>Rekonstrukce PZZ v km 33,342 trati Týniště nad Orlicí – Meziměstí</w:t>
      </w:r>
      <w:r w:rsidR="009C0D06">
        <w:rPr>
          <w:rFonts w:eastAsia="Calibri" w:cs="Times New Roman"/>
          <w:b/>
          <w:lang w:eastAsia="cs-CZ"/>
        </w:rPr>
        <w:t>“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C0D06">
        <w:rPr>
          <w:rFonts w:eastAsia="Calibri" w:cs="Times New Roman"/>
          <w:lang w:eastAsia="cs-CZ"/>
        </w:rPr>
        <w:t>Vysvětlení/ změna/ doplnění zadávací</w:t>
      </w:r>
      <w:r w:rsidRPr="00CB7B5A">
        <w:rPr>
          <w:rFonts w:eastAsia="Calibri" w:cs="Times New Roman"/>
          <w:lang w:eastAsia="cs-CZ"/>
        </w:rPr>
        <w:t xml:space="preserve"> dokumentace č. </w:t>
      </w:r>
      <w:r w:rsidR="009C0D06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:rsidR="009C0D06" w:rsidRPr="009C0D06" w:rsidRDefault="009C0D06" w:rsidP="009C0D06">
      <w:pPr>
        <w:spacing w:after="0" w:line="240" w:lineRule="auto"/>
        <w:rPr>
          <w:rFonts w:eastAsia="Calibri" w:cs="Times New Roman"/>
          <w:lang w:eastAsia="cs-CZ"/>
        </w:rPr>
      </w:pPr>
      <w:r w:rsidRPr="009C0D06">
        <w:rPr>
          <w:rFonts w:eastAsia="Calibri" w:cs="Times New Roman"/>
          <w:lang w:eastAsia="cs-CZ"/>
        </w:rPr>
        <w:t>PS 01 PZS v km 33,342</w:t>
      </w:r>
      <w:r w:rsidRPr="009C0D06">
        <w:rPr>
          <w:rFonts w:eastAsia="Calibri" w:cs="Times New Roman"/>
          <w:lang w:eastAsia="cs-CZ"/>
        </w:rPr>
        <w:br/>
        <w:t>Ve výkazu výměr u položky č. 127 „ZATAŽENÍ KABELU DO CHRÁNIČKY - KABEL DO 4 KG/M“ je vzhledem k celkové délce chrániček (122 m) a množství ukládaných kabelů (podle tabulky kabelových tras) značně velká výměra množství.</w:t>
      </w:r>
      <w:r w:rsidRPr="009C0D06">
        <w:rPr>
          <w:rFonts w:eastAsia="Calibri" w:cs="Times New Roman"/>
          <w:lang w:eastAsia="cs-CZ"/>
        </w:rPr>
        <w:br/>
        <w:t>Žádáme zadavatele o prověření.</w:t>
      </w:r>
    </w:p>
    <w:p w:rsidR="009C0D06" w:rsidRPr="00CB7B5A" w:rsidRDefault="009C0D06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9C0D06" w:rsidRPr="009C0D06" w:rsidRDefault="009C0D06" w:rsidP="00CB7B5A">
      <w:pPr>
        <w:spacing w:after="0" w:line="240" w:lineRule="auto"/>
        <w:rPr>
          <w:rFonts w:eastAsia="Calibri" w:cs="Times New Roman"/>
          <w:lang w:eastAsia="cs-CZ"/>
        </w:rPr>
      </w:pPr>
      <w:r w:rsidRPr="009C0D06">
        <w:rPr>
          <w:rFonts w:eastAsia="Calibri" w:cs="Times New Roman"/>
          <w:lang w:eastAsia="cs-CZ"/>
        </w:rPr>
        <w:t>V kabelové chráničce vede více kabelů než jeden, proto se hodnota různí.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 w:rsidR="00483F34">
        <w:rPr>
          <w:rFonts w:eastAsia="Times New Roman" w:cs="Times New Roman"/>
          <w:lang w:eastAsia="cs-CZ"/>
        </w:rPr>
        <w:t>vatel lhůtu pro podání nabídek.</w:t>
      </w:r>
    </w:p>
    <w:p w:rsidR="00B046CF" w:rsidRDefault="00B046CF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bookmarkStart w:id="1" w:name="_GoBack"/>
      <w:bookmarkEnd w:id="1"/>
    </w:p>
    <w:p w:rsidR="00CB7B5A" w:rsidRPr="009C0D06" w:rsidRDefault="00CB7B5A" w:rsidP="009C0D0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C0D06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9C0D06">
        <w:rPr>
          <w:rFonts w:eastAsia="Calibri" w:cs="Times New Roman"/>
          <w:lang w:eastAsia="cs-CZ"/>
        </w:rPr>
        <w:t>29. 6. 2020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C0D06" w:rsidRDefault="009C0D0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C0D06" w:rsidRDefault="009C0D0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C0D06" w:rsidRDefault="009C0D0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C0D06" w:rsidRPr="00CB7B5A" w:rsidRDefault="009C0D0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0D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42C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F3FCFF9" wp14:editId="6E1A39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F107C9D" wp14:editId="36898A3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42C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42C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CB4CBB5" wp14:editId="1EF7B8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07A1081" wp14:editId="05D7F1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67A6A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C0D06"/>
    <w:rsid w:val="009E07F4"/>
    <w:rsid w:val="009F392E"/>
    <w:rsid w:val="00A44328"/>
    <w:rsid w:val="00A542CE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046CF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A906DB7-5F44-44A9-B856-C240E1AC6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8</cp:revision>
  <cp:lastPrinted>2020-06-29T08:41:00Z</cp:lastPrinted>
  <dcterms:created xsi:type="dcterms:W3CDTF">2020-01-24T12:53:00Z</dcterms:created>
  <dcterms:modified xsi:type="dcterms:W3CDTF">2020-06-29T08:41:00Z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